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24" w:rsidRPr="00501C47" w:rsidRDefault="00501C47" w:rsidP="00501C47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-790575</wp:posOffset>
                </wp:positionH>
                <wp:positionV relativeFrom="margin">
                  <wp:posOffset>621665</wp:posOffset>
                </wp:positionV>
                <wp:extent cx="9777730" cy="5961380"/>
                <wp:effectExtent l="19050" t="21590" r="13970" b="17780"/>
                <wp:wrapNone/>
                <wp:docPr id="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77730" cy="5961380"/>
                          <a:chOff x="195" y="4320"/>
                          <a:chExt cx="15398" cy="6321"/>
                        </a:xfrm>
                      </wpg:grpSpPr>
                      <wps:wsp>
                        <wps:cNvPr id="5" name="Oval 3" descr="Text Box:&#10;"/>
                        <wps:cNvSpPr>
                          <a:spLocks noChangeArrowheads="1"/>
                        </wps:cNvSpPr>
                        <wps:spPr bwMode="auto">
                          <a:xfrm>
                            <a:off x="195" y="4320"/>
                            <a:ext cx="9855" cy="6321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738" y="4320"/>
                            <a:ext cx="9855" cy="6321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-62.25pt;margin-top:48.95pt;width:769.9pt;height:469.4pt;z-index:251663360;mso-position-horizontal-relative:margin;mso-position-vertical-relative:margin" coordorigin="195,4320" coordsize="15398,6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">
                <v:oval id="Oval 3" o:spid="_x0000_s1027" alt="Text Box:&#10;" style="position:absolute;left:195;top:4320;width:9855;height:6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rWjcMA&#10;AADaAAAADwAAAGRycy9kb3ducmV2LnhtbESPQWvCQBSE7wX/w/IEb3WjYCipqxRF8VLE1Pb8yD6z&#10;sdm3IbvG2F/vCgWPw8x8w8yXva1FR62vHCuYjBMQxIXTFZcKjl+b1zcQPiBrrB2Tght5WC4GL3PM&#10;tLvygbo8lCJC2GeowITQZFL6wpBFP3YNcfROrrUYomxLqVu8Rrit5TRJUmmx4rhgsKGVoeI3v1gF&#10;535zvP3t1j9dmuaf2++uWe/NTKnRsP94BxGoD8/wf3unFczgcSXe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rWjcMAAADaAAAADwAAAAAAAAAAAAAAAACYAgAAZHJzL2Rv&#10;d25yZXYueG1sUEsFBgAAAAAEAAQA9QAAAIgDAAAAAA==&#10;" filled="f" fillcolor="white [3212]" strokeweight="2pt"/>
                <v:oval id="Oval 5" o:spid="_x0000_s1028" style="position:absolute;left:5738;top:4320;width:9855;height:6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UIhsMA&#10;AADaAAAADwAAAGRycy9kb3ducmV2LnhtbESPQWvCQBSE70L/w/KEXkQ3tSgS3UgpVHoTtYceH9m3&#10;2ZDs25DdmrS/3i0IHoeZ+YbZ7UfXiiv1ofas4GWRgSAuva65UvB1+ZhvQISIrLH1TAp+KcC+eJrs&#10;MNd+4BNdz7ESCcIhRwU2xi6XMpSWHIaF74iTZ3zvMCbZV1L3OCS4a+Uyy9bSYc1pwWJH75bK5vzj&#10;FBwPtjWvQxei/2sOSzkzq29jlHqejm9bEJHG+Ajf259awRr+r6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UIhsMAAADaAAAADwAAAAAAAAAAAAAAAACYAgAAZHJzL2Rv&#10;d25yZXYueG1sUEsFBgAAAAAEAAQA9QAAAIgDAAAAAA==&#10;" filled="f" strokeweight="2pt"/>
                <w10:wrap anchorx="margin" anchory="margin"/>
              </v:group>
            </w:pict>
          </mc:Fallback>
        </mc:AlternateContent>
      </w:r>
      <w:r w:rsidRPr="00501C47">
        <w:rPr>
          <w:rFonts w:ascii="Comic Sans MS" w:hAnsi="Comic Sans MS"/>
          <w:sz w:val="32"/>
          <w:szCs w:val="32"/>
        </w:rPr>
        <w:t>Topic:  “Is Global Warming Caused by Human Activity?”</w:t>
      </w:r>
      <w:bookmarkStart w:id="0" w:name="_GoBack"/>
      <w:bookmarkEnd w:id="0"/>
    </w:p>
    <w:p w:rsidR="00547F24" w:rsidRDefault="00501C47" w:rsidP="00547F2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5378450</wp:posOffset>
                </wp:positionH>
                <wp:positionV relativeFrom="paragraph">
                  <wp:posOffset>457835</wp:posOffset>
                </wp:positionV>
                <wp:extent cx="1530350" cy="588645"/>
                <wp:effectExtent l="6350" t="5080" r="6350" b="6350"/>
                <wp:wrapTopAndBottom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5886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457C2" w:rsidRPr="006457C2" w:rsidRDefault="00501C47" w:rsidP="006457C2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44"/>
                                <w:szCs w:val="44"/>
                              </w:rPr>
                              <w:t>Con/No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23.5pt;margin-top:36.05pt;width:120.5pt;height:46.3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" filled="f" strokecolor="white [3212]">
                <v:textbox>
                  <w:txbxContent>
                    <w:p w:rsidR="006457C2" w:rsidRPr="006457C2" w:rsidRDefault="00501C47" w:rsidP="006457C2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44"/>
                          <w:szCs w:val="44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44"/>
                          <w:szCs w:val="44"/>
                        </w:rPr>
                        <w:t>Con/No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1086485</wp:posOffset>
                </wp:positionH>
                <wp:positionV relativeFrom="paragraph">
                  <wp:posOffset>457835</wp:posOffset>
                </wp:positionV>
                <wp:extent cx="1530350" cy="588645"/>
                <wp:effectExtent l="10160" t="5080" r="12065" b="6350"/>
                <wp:wrapTopAndBottom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5886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47F24" w:rsidRPr="006457C2" w:rsidRDefault="00501C47" w:rsidP="006457C2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44"/>
                                <w:szCs w:val="44"/>
                              </w:rPr>
                              <w:t>Pro/Yes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85.55pt;margin-top:36.05pt;width:120.5pt;height:46.3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" filled="f" strokecolor="white [3212]">
                <v:textbox>
                  <w:txbxContent>
                    <w:p w:rsidR="00547F24" w:rsidRPr="006457C2" w:rsidRDefault="00501C47" w:rsidP="006457C2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44"/>
                          <w:szCs w:val="44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44"/>
                          <w:szCs w:val="44"/>
                        </w:rPr>
                        <w:t>Pro/Yes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47F24" w:rsidRDefault="00501C47" w:rsidP="00547F2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823595</wp:posOffset>
                </wp:positionV>
                <wp:extent cx="1120140" cy="778510"/>
                <wp:effectExtent l="2540" t="3175" r="127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14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937" w:rsidRPr="001D4937" w:rsidRDefault="00501C47" w:rsidP="001D4937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44"/>
                                <w:szCs w:val="44"/>
                              </w:rPr>
                              <w:t>Both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279.85pt;margin-top:64.85pt;width:88.2pt;height:61.3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" filled="f" stroked="f" strokecolor="white [3212]">
                <v:textbox style="mso-fit-shape-to-text:t">
                  <w:txbxContent>
                    <w:p w:rsidR="001D4937" w:rsidRPr="001D4937" w:rsidRDefault="00501C47" w:rsidP="001D4937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44"/>
                          <w:szCs w:val="44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44"/>
                          <w:szCs w:val="44"/>
                        </w:rPr>
                        <w:t>Both</w:t>
                      </w:r>
                    </w:p>
                  </w:txbxContent>
                </v:textbox>
              </v:shape>
            </w:pict>
          </mc:Fallback>
        </mc:AlternateContent>
      </w:r>
    </w:p>
    <w:p w:rsidR="00547F24" w:rsidRDefault="00547F24" w:rsidP="00547F24"/>
    <w:p w:rsidR="00547F24" w:rsidRDefault="00547F24" w:rsidP="00547F24"/>
    <w:p w:rsidR="00DD1272" w:rsidRDefault="00547F24" w:rsidP="00547F2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47F24" w:rsidRDefault="00547F24" w:rsidP="00547F24">
      <w:pPr>
        <w:jc w:val="center"/>
      </w:pPr>
    </w:p>
    <w:sectPr w:rsidR="00547F24" w:rsidSect="00621891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C47" w:rsidRDefault="00501C47" w:rsidP="00501C47">
      <w:pPr>
        <w:spacing w:after="0" w:line="240" w:lineRule="auto"/>
      </w:pPr>
      <w:r>
        <w:separator/>
      </w:r>
    </w:p>
  </w:endnote>
  <w:endnote w:type="continuationSeparator" w:id="0">
    <w:p w:rsidR="00501C47" w:rsidRDefault="00501C47" w:rsidP="00501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C47" w:rsidRDefault="00501C47" w:rsidP="00501C47">
      <w:pPr>
        <w:spacing w:after="0" w:line="240" w:lineRule="auto"/>
      </w:pPr>
      <w:r>
        <w:separator/>
      </w:r>
    </w:p>
  </w:footnote>
  <w:footnote w:type="continuationSeparator" w:id="0">
    <w:p w:rsidR="00501C47" w:rsidRDefault="00501C47" w:rsidP="00501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C47" w:rsidRPr="00501C47" w:rsidRDefault="00501C47" w:rsidP="00501C47">
    <w:pPr>
      <w:jc w:val="center"/>
      <w:rPr>
        <w:rFonts w:ascii="Comic Sans MS" w:hAnsi="Comic Sans MS"/>
        <w:sz w:val="40"/>
        <w:szCs w:val="40"/>
      </w:rPr>
    </w:pPr>
    <w:r w:rsidRPr="00501C47">
      <w:rPr>
        <w:rFonts w:ascii="Comic Sans MS" w:hAnsi="Comic Sans MS"/>
        <w:sz w:val="40"/>
        <w:szCs w:val="40"/>
      </w:rPr>
      <w:t>Perspectives on Global Warming</w:t>
    </w:r>
  </w:p>
  <w:p w:rsidR="00501C47" w:rsidRDefault="00501C47" w:rsidP="00501C4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47"/>
    <w:rsid w:val="000A7C1C"/>
    <w:rsid w:val="00120D38"/>
    <w:rsid w:val="001535DB"/>
    <w:rsid w:val="001D4937"/>
    <w:rsid w:val="00380699"/>
    <w:rsid w:val="00405C71"/>
    <w:rsid w:val="00501C47"/>
    <w:rsid w:val="00547F24"/>
    <w:rsid w:val="005506A9"/>
    <w:rsid w:val="00621891"/>
    <w:rsid w:val="00627D5F"/>
    <w:rsid w:val="00631059"/>
    <w:rsid w:val="006457C2"/>
    <w:rsid w:val="00827823"/>
    <w:rsid w:val="008B3D94"/>
    <w:rsid w:val="00A16275"/>
    <w:rsid w:val="00A434AA"/>
    <w:rsid w:val="00CE157A"/>
    <w:rsid w:val="00D2475A"/>
    <w:rsid w:val="00DA35F1"/>
    <w:rsid w:val="00DF446E"/>
    <w:rsid w:val="00E208FC"/>
    <w:rsid w:val="00F63F05"/>
    <w:rsid w:val="00FD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 style="mso-width-relative:margin;mso-height-relative:margin" fill="f" fillcolor="white">
      <v:fill color="white"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1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C47"/>
  </w:style>
  <w:style w:type="paragraph" w:styleId="Footer">
    <w:name w:val="footer"/>
    <w:basedOn w:val="Normal"/>
    <w:link w:val="FooterChar"/>
    <w:uiPriority w:val="99"/>
    <w:unhideWhenUsed/>
    <w:rsid w:val="00501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C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1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C47"/>
  </w:style>
  <w:style w:type="paragraph" w:styleId="Footer">
    <w:name w:val="footer"/>
    <w:basedOn w:val="Normal"/>
    <w:link w:val="FooterChar"/>
    <w:uiPriority w:val="99"/>
    <w:unhideWhenUsed/>
    <w:rsid w:val="00501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ane%20Camejo\AppData\Roaming\Microsoft\Templates\TP03000209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B9129E1-F4A4-414E-9B96-17B178BF8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243BCB-1945-45DD-92ED-517A3466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TP030002098</Template>
  <TotalTime>8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Camejo</dc:creator>
  <cp:lastModifiedBy>Diane Camejo</cp:lastModifiedBy>
  <cp:revision>1</cp:revision>
  <dcterms:created xsi:type="dcterms:W3CDTF">2011-11-29T19:46:00Z</dcterms:created>
  <dcterms:modified xsi:type="dcterms:W3CDTF">2011-11-29T21:32:00Z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TC300020989990</vt:lpwstr>
  </property>
</Properties>
</file>